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7DC2BF33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C5435">
        <w:rPr>
          <w:rFonts w:cs="Arial"/>
          <w:color w:val="000000"/>
          <w:sz w:val="22"/>
        </w:rPr>
        <w:tab/>
      </w:r>
      <w:r w:rsidR="00AF0CF6">
        <w:rPr>
          <w:rFonts w:cs="Arial"/>
          <w:color w:val="000000"/>
          <w:sz w:val="22"/>
        </w:rPr>
        <w:t>27</w:t>
      </w:r>
      <w:r w:rsidR="00E0231B">
        <w:rPr>
          <w:rFonts w:cs="Arial"/>
          <w:color w:val="000000"/>
          <w:sz w:val="22"/>
        </w:rPr>
        <w:t>.0</w:t>
      </w:r>
      <w:r w:rsidR="002B7062">
        <w:rPr>
          <w:rFonts w:cs="Arial"/>
          <w:color w:val="000000"/>
          <w:sz w:val="22"/>
        </w:rPr>
        <w:t>8</w:t>
      </w:r>
      <w:r w:rsidRPr="00316376">
        <w:rPr>
          <w:rFonts w:cs="Arial"/>
          <w:color w:val="000000"/>
          <w:sz w:val="22"/>
        </w:rPr>
        <w:t>.2025 nr JV-MAA-1/</w:t>
      </w:r>
      <w:r w:rsidR="00642088">
        <w:rPr>
          <w:rFonts w:cs="Arial"/>
          <w:color w:val="000000"/>
          <w:sz w:val="22"/>
        </w:rPr>
        <w:t>3</w:t>
      </w:r>
      <w:r w:rsidR="003D63FD">
        <w:rPr>
          <w:rFonts w:cs="Arial"/>
          <w:color w:val="000000"/>
          <w:sz w:val="22"/>
        </w:rPr>
        <w:t>967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0505BA" w:rsidRPr="000B2E35" w14:paraId="5CF7D843" w14:textId="77777777" w:rsidTr="0038757D">
        <w:trPr>
          <w:trHeight w:val="417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38757D">
        <w:trPr>
          <w:trHeight w:val="415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38757D">
        <w:trPr>
          <w:trHeight w:val="272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38757D">
        <w:trPr>
          <w:trHeight w:val="421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38757D">
        <w:trPr>
          <w:trHeight w:val="615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38757D">
        <w:trPr>
          <w:trHeight w:val="94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38757D">
        <w:trPr>
          <w:trHeight w:val="93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38757D">
        <w:trPr>
          <w:trHeight w:val="93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655F3439" w:rsidR="000505BA" w:rsidRPr="000B2E35" w:rsidRDefault="00EF56E3" w:rsidP="0038757D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C26BE7">
              <w:rPr>
                <w:rFonts w:ascii="Calibri" w:eastAsia="Calibri" w:hAnsi="Calibri"/>
                <w:sz w:val="22"/>
                <w:szCs w:val="22"/>
                <w:lang w:val="et-EE"/>
              </w:rPr>
              <w:t>ga liitumine</w:t>
            </w:r>
          </w:p>
        </w:tc>
      </w:tr>
      <w:tr w:rsidR="000505BA" w:rsidRPr="000B2E35" w14:paraId="4433B2A0" w14:textId="77777777" w:rsidTr="0038757D">
        <w:trPr>
          <w:trHeight w:val="155"/>
        </w:trPr>
        <w:tc>
          <w:tcPr>
            <w:tcW w:w="3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38757D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38757D">
        <w:trPr>
          <w:trHeight w:val="580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6839273F" w:rsidR="000505BA" w:rsidRPr="000B2E35" w:rsidRDefault="00C26BE7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C</w:t>
            </w:r>
            <w:r w:rsidR="00177D2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3147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177D2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Kütuse kinnistu </w:t>
            </w:r>
            <w:r w:rsidR="00A2046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laadimistaristu elektriliitumine, Mäetaguse küla, Vinni vald, Lääne-Viru</w:t>
            </w:r>
            <w:r w:rsidR="002E34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maakond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38757D">
        <w:trPr>
          <w:trHeight w:val="580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3EFB39" w14:textId="453B21A1" w:rsidR="000505BA" w:rsidRPr="000B2E35" w:rsidRDefault="00A67711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A8673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Raido Rebane, Leonhard </w:t>
            </w:r>
            <w:proofErr w:type="spellStart"/>
            <w:r w:rsidR="00A8673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 w:rsidR="00A8673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38757D">
        <w:trPr>
          <w:trHeight w:val="580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4F59527E" w:rsidR="000505BA" w:rsidRPr="000B2E35" w:rsidRDefault="0094347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13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 w:rsidR="009A13C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.2025  nr 7.1-2/25/</w:t>
            </w:r>
            <w:r w:rsidR="009A13C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9808</w:t>
            </w:r>
            <w:r w:rsidR="00D764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 w:rsidR="009A13C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</w:p>
        </w:tc>
      </w:tr>
      <w:tr w:rsidR="000505BA" w:rsidRPr="000B2E35" w14:paraId="5C928269" w14:textId="77777777" w:rsidTr="0038757D">
        <w:trPr>
          <w:trHeight w:val="312"/>
        </w:trPr>
        <w:tc>
          <w:tcPr>
            <w:tcW w:w="3090" w:type="dxa"/>
            <w:vMerge w:val="restart"/>
          </w:tcPr>
          <w:p w14:paraId="3EAE6C62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38757D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561DD126" w14:textId="15085382" w:rsidR="00FE7954" w:rsidRDefault="00CD2494" w:rsidP="0038757D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 xml:space="preserve">5 </w:t>
            </w:r>
            <w:r w:rsidR="008B0AB4">
              <w:rPr>
                <w:rFonts w:ascii="Times New Roman" w:hAnsi="Times New Roman"/>
                <w:b/>
                <w:lang w:val="et-EE"/>
              </w:rPr>
              <w:t>Pärnu-Rakvere-Sõmeru tee</w:t>
            </w:r>
          </w:p>
          <w:p w14:paraId="51DE69ED" w14:textId="77777777" w:rsidR="000505BA" w:rsidRPr="008E5621" w:rsidRDefault="000505BA" w:rsidP="0038757D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38757D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41E82DFA" w:rsidR="00B72E9F" w:rsidRPr="00B72E9F" w:rsidRDefault="00B72E9F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A07ACE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A5626">
              <w:rPr>
                <w:rFonts w:ascii="Times New Roman" w:hAnsi="Times New Roman"/>
                <w:bCs/>
                <w:lang w:val="et-EE"/>
              </w:rPr>
              <w:t>9</w:t>
            </w:r>
            <w:r w:rsidR="001E686E">
              <w:rPr>
                <w:rFonts w:ascii="Times New Roman" w:hAnsi="Times New Roman"/>
                <w:bCs/>
                <w:lang w:val="et-EE"/>
              </w:rPr>
              <w:t>000</w:t>
            </w:r>
            <w:r w:rsidR="004C1993">
              <w:rPr>
                <w:rFonts w:ascii="Times New Roman" w:hAnsi="Times New Roman"/>
                <w:bCs/>
                <w:lang w:val="et-EE"/>
              </w:rPr>
              <w:t>2</w:t>
            </w:r>
            <w:r w:rsidR="002A5626">
              <w:rPr>
                <w:rFonts w:ascii="Times New Roman" w:hAnsi="Times New Roman"/>
                <w:bCs/>
                <w:lang w:val="et-EE"/>
              </w:rPr>
              <w:t>:00</w:t>
            </w:r>
            <w:r w:rsidR="001E686E">
              <w:rPr>
                <w:rFonts w:ascii="Times New Roman" w:hAnsi="Times New Roman"/>
                <w:bCs/>
                <w:lang w:val="et-EE"/>
              </w:rPr>
              <w:t>1</w:t>
            </w:r>
            <w:r w:rsidR="002A5626">
              <w:rPr>
                <w:rFonts w:ascii="Times New Roman" w:hAnsi="Times New Roman"/>
                <w:bCs/>
                <w:lang w:val="et-EE"/>
              </w:rPr>
              <w:t>:</w:t>
            </w:r>
            <w:r w:rsidR="001E686E">
              <w:rPr>
                <w:rFonts w:ascii="Times New Roman" w:hAnsi="Times New Roman"/>
                <w:bCs/>
                <w:lang w:val="et-EE"/>
              </w:rPr>
              <w:t>28</w:t>
            </w:r>
            <w:r w:rsidR="008B0AB4">
              <w:rPr>
                <w:rFonts w:ascii="Times New Roman" w:hAnsi="Times New Roman"/>
                <w:bCs/>
                <w:lang w:val="et-EE"/>
              </w:rPr>
              <w:t>40</w:t>
            </w:r>
          </w:p>
          <w:p w14:paraId="17B972FB" w14:textId="0CC95F8C" w:rsidR="00B72E9F" w:rsidRPr="00B72E9F" w:rsidRDefault="00B72E9F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8B0AB4">
              <w:rPr>
                <w:rFonts w:ascii="Times New Roman" w:hAnsi="Times New Roman"/>
                <w:bCs/>
                <w:lang w:val="et-EE"/>
              </w:rPr>
              <w:t>79</w:t>
            </w:r>
            <w:r w:rsidR="004A7576">
              <w:rPr>
                <w:rFonts w:ascii="Times New Roman" w:hAnsi="Times New Roman"/>
                <w:bCs/>
                <w:lang w:val="et-EE"/>
              </w:rPr>
              <w:t>88950</w:t>
            </w:r>
          </w:p>
          <w:p w14:paraId="2B198D7E" w14:textId="0459FF64" w:rsidR="00240960" w:rsidRDefault="00B72E9F" w:rsidP="0038757D">
            <w:pPr>
              <w:rPr>
                <w:rFonts w:ascii="inherit" w:hAnsi="inherit"/>
                <w:color w:val="000000"/>
                <w:lang w:val="et-EE" w:eastAsia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D43382">
              <w:rPr>
                <w:rFonts w:ascii="inherit" w:hAnsi="inherit"/>
                <w:color w:val="000000"/>
              </w:rPr>
              <w:t xml:space="preserve">5 </w:t>
            </w:r>
            <w:r w:rsidR="00D43382" w:rsidRPr="00D43382">
              <w:rPr>
                <w:rFonts w:ascii="inherit" w:hAnsi="inherit"/>
                <w:color w:val="000000"/>
              </w:rPr>
              <w:t> Pärnu-Rakvere-Sõmeru tee, Piira küla, Vinni vald, Lääne-Viru maakond</w:t>
            </w:r>
          </w:p>
          <w:p w14:paraId="0DA14518" w14:textId="711EB1D8" w:rsidR="00B72E9F" w:rsidRPr="00B72E9F" w:rsidRDefault="00B72E9F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DF0058">
              <w:rPr>
                <w:rFonts w:ascii="Times New Roman" w:hAnsi="Times New Roman"/>
                <w:bCs/>
                <w:lang w:val="et-EE"/>
              </w:rPr>
              <w:t>7975</w:t>
            </w:r>
          </w:p>
          <w:p w14:paraId="7EE45F5D" w14:textId="4D99CAE3" w:rsidR="00B72E9F" w:rsidRPr="00B72E9F" w:rsidRDefault="00B72E9F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6AF7F8C7" w14:textId="79B19C65" w:rsidR="00A1248E" w:rsidRDefault="00B72E9F" w:rsidP="0038757D"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B46B8F">
              <w:rPr>
                <w:rFonts w:ascii="Times New Roman" w:hAnsi="Times New Roman"/>
                <w:bCs/>
                <w:lang w:val="et-EE"/>
              </w:rPr>
              <w:t>90191</w:t>
            </w:r>
            <w:r w:rsidR="00DF0058">
              <w:rPr>
                <w:rFonts w:ascii="Times New Roman" w:hAnsi="Times New Roman"/>
                <w:bCs/>
                <w:lang w:val="et-EE"/>
              </w:rPr>
              <w:t>7</w:t>
            </w:r>
            <w:r w:rsidR="006135BE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DF0058">
              <w:t xml:space="preserve"> </w:t>
            </w:r>
            <w:hyperlink r:id="rId13" w:history="1">
              <w:r w:rsidR="005F4B87" w:rsidRPr="00FF50F6">
                <w:rPr>
                  <w:rStyle w:val="Hyperlink"/>
                </w:rPr>
                <w:t>https://pari.kataster.ee/magic-link/28d7343a-fe07-468e-8eb5-ab113c58312f</w:t>
              </w:r>
            </w:hyperlink>
          </w:p>
          <w:p w14:paraId="1EDDACD9" w14:textId="304520DF" w:rsidR="00C36E8C" w:rsidRPr="000B2E35" w:rsidRDefault="00C36E8C" w:rsidP="0038757D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7B26A1" w:rsidRPr="008E5621" w14:paraId="6FB073D6" w14:textId="77777777" w:rsidTr="0038757D">
        <w:trPr>
          <w:trHeight w:val="312"/>
        </w:trPr>
        <w:tc>
          <w:tcPr>
            <w:tcW w:w="3090" w:type="dxa"/>
            <w:vMerge w:val="restart"/>
          </w:tcPr>
          <w:p w14:paraId="1199D231" w14:textId="4DFD1CC4" w:rsidR="007B26A1" w:rsidRDefault="00EC1795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552156A0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B051422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CE25EA8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35601B6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58C832C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A9129F1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E02DF3D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F3AF515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3D9233C" w14:textId="77777777" w:rsidR="007B26A1" w:rsidRDefault="007B26A1" w:rsidP="0038757D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C299154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78DB7AB9" w14:textId="77777777" w:rsidR="005F4B87" w:rsidRDefault="005F4B87" w:rsidP="005F4B87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lastRenderedPageBreak/>
              <w:t>5 Pärnu-Rakvere-Sõmeru tee</w:t>
            </w:r>
          </w:p>
          <w:p w14:paraId="1D47C612" w14:textId="77777777" w:rsidR="007B26A1" w:rsidRDefault="007B26A1" w:rsidP="0038757D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658663D3" w14:textId="77777777" w:rsidR="007B26A1" w:rsidRPr="008E5621" w:rsidRDefault="007B26A1" w:rsidP="0038757D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7B26A1" w:rsidRPr="000B2E35" w14:paraId="0AB8C64F" w14:textId="77777777" w:rsidTr="0038757D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F58BEF1" w14:textId="77777777" w:rsidR="007B26A1" w:rsidRPr="000B2E35" w:rsidRDefault="007B26A1" w:rsidP="003875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6AA21A76" w14:textId="1CB580BC" w:rsidR="007B26A1" w:rsidRPr="00B72E9F" w:rsidRDefault="007B26A1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>
              <w:rPr>
                <w:rFonts w:ascii="Times New Roman" w:hAnsi="Times New Roman"/>
                <w:bCs/>
                <w:lang w:val="et-EE"/>
              </w:rPr>
              <w:t xml:space="preserve"> 90002:001:</w:t>
            </w:r>
            <w:r w:rsidR="00DD1708">
              <w:rPr>
                <w:rFonts w:ascii="Times New Roman" w:hAnsi="Times New Roman"/>
                <w:bCs/>
                <w:lang w:val="et-EE"/>
              </w:rPr>
              <w:t>0611</w:t>
            </w:r>
          </w:p>
          <w:p w14:paraId="67DE04D2" w14:textId="2C24EDE8" w:rsidR="007B26A1" w:rsidRPr="00B72E9F" w:rsidRDefault="007B26A1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DD1708">
              <w:rPr>
                <w:rFonts w:ascii="Times New Roman" w:hAnsi="Times New Roman"/>
                <w:bCs/>
                <w:lang w:val="et-EE"/>
              </w:rPr>
              <w:t>5280831</w:t>
            </w:r>
          </w:p>
          <w:p w14:paraId="270274C5" w14:textId="329FBD8F" w:rsidR="003344E3" w:rsidRDefault="007B26A1" w:rsidP="003344E3">
            <w:pPr>
              <w:rPr>
                <w:rFonts w:ascii="inherit" w:hAnsi="inherit"/>
                <w:color w:val="000000"/>
                <w:lang w:val="et-EE" w:eastAsia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lastRenderedPageBreak/>
              <w:t xml:space="preserve">Lähiaadress: </w:t>
            </w:r>
            <w:r w:rsidR="003344E3">
              <w:rPr>
                <w:rFonts w:ascii="inherit" w:hAnsi="inherit"/>
                <w:color w:val="000000"/>
              </w:rPr>
              <w:br/>
              <w:t>5 Pärnu-Rakvere-Sõmeru tee, Piira küla, Vinni vald, Lääne-Viru maakond</w:t>
            </w:r>
          </w:p>
          <w:p w14:paraId="0262DD3B" w14:textId="28236F7B" w:rsidR="007B26A1" w:rsidRPr="00B72E9F" w:rsidRDefault="007B26A1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7341D1">
              <w:rPr>
                <w:rFonts w:ascii="Times New Roman" w:hAnsi="Times New Roman"/>
                <w:bCs/>
                <w:lang w:val="et-EE"/>
              </w:rPr>
              <w:t>45691</w:t>
            </w:r>
          </w:p>
          <w:p w14:paraId="25CDD483" w14:textId="77777777" w:rsidR="007B26A1" w:rsidRPr="00B72E9F" w:rsidRDefault="007B26A1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645E6248" w14:textId="556F6610" w:rsidR="007B26A1" w:rsidRDefault="007B26A1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90191</w:t>
            </w:r>
            <w:r w:rsidR="007341D1">
              <w:rPr>
                <w:rFonts w:ascii="Times New Roman" w:hAnsi="Times New Roman"/>
                <w:bCs/>
                <w:lang w:val="et-EE"/>
              </w:rPr>
              <w:t xml:space="preserve">8 </w:t>
            </w:r>
            <w:hyperlink r:id="rId14" w:history="1">
              <w:r w:rsidR="00641E1F" w:rsidRPr="00FF50F6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https://pari.kataster.ee/magic-link/b2f6ecae-279a-4417-9d1b-8f2c028fc8db</w:t>
              </w:r>
            </w:hyperlink>
          </w:p>
          <w:p w14:paraId="13ED59F2" w14:textId="77777777" w:rsidR="007B26A1" w:rsidRPr="006135BE" w:rsidRDefault="007B26A1" w:rsidP="0038757D">
            <w:pPr>
              <w:rPr>
                <w:rFonts w:ascii="Times New Roman" w:hAnsi="Times New Roman"/>
                <w:bCs/>
                <w:lang w:val="et-EE"/>
              </w:rPr>
            </w:pPr>
          </w:p>
          <w:p w14:paraId="13A06113" w14:textId="77777777" w:rsidR="007B26A1" w:rsidRPr="000B2E35" w:rsidRDefault="007B26A1" w:rsidP="0038757D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C524329" w14:textId="77777777" w:rsidR="00036BF3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</w:t>
      </w:r>
      <w:r w:rsidR="00036BF3">
        <w:rPr>
          <w:rFonts w:ascii="Times New Roman" w:eastAsia="Calibri" w:hAnsi="Times New Roman"/>
          <w:sz w:val="22"/>
          <w:szCs w:val="22"/>
          <w:lang w:val="et-EE"/>
        </w:rPr>
        <w:t>,</w:t>
      </w: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 </w:t>
      </w:r>
    </w:p>
    <w:p w14:paraId="25753A21" w14:textId="77777777" w:rsidR="00036BF3" w:rsidRDefault="00036BF3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E74600" w:rsidR="00963490" w:rsidRDefault="00C712E9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F8CAC" w14:textId="77777777" w:rsidR="00AB1DEF" w:rsidRDefault="00AB1DEF">
      <w:r>
        <w:separator/>
      </w:r>
    </w:p>
  </w:endnote>
  <w:endnote w:type="continuationSeparator" w:id="0">
    <w:p w14:paraId="51FA66A7" w14:textId="77777777" w:rsidR="00AB1DEF" w:rsidRDefault="00AB1DEF">
      <w:r>
        <w:continuationSeparator/>
      </w:r>
    </w:p>
  </w:endnote>
  <w:endnote w:type="continuationNotice" w:id="1">
    <w:p w14:paraId="6F971A07" w14:textId="77777777" w:rsidR="00AB1DEF" w:rsidRDefault="00AB1D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8E56" w14:textId="77777777" w:rsidR="00AB1DEF" w:rsidRDefault="00AB1DEF">
      <w:r>
        <w:separator/>
      </w:r>
    </w:p>
  </w:footnote>
  <w:footnote w:type="continuationSeparator" w:id="0">
    <w:p w14:paraId="160A1A0D" w14:textId="77777777" w:rsidR="00AB1DEF" w:rsidRDefault="00AB1DEF">
      <w:r>
        <w:continuationSeparator/>
      </w:r>
    </w:p>
  </w:footnote>
  <w:footnote w:type="continuationNotice" w:id="1">
    <w:p w14:paraId="48B78555" w14:textId="77777777" w:rsidR="00AB1DEF" w:rsidRDefault="00AB1D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7799"/>
    <w:rsid w:val="00036BF3"/>
    <w:rsid w:val="00037029"/>
    <w:rsid w:val="00046344"/>
    <w:rsid w:val="000505BA"/>
    <w:rsid w:val="000646A2"/>
    <w:rsid w:val="00065E01"/>
    <w:rsid w:val="0008609B"/>
    <w:rsid w:val="000908D5"/>
    <w:rsid w:val="00091F39"/>
    <w:rsid w:val="000B1F81"/>
    <w:rsid w:val="000B417F"/>
    <w:rsid w:val="000B4850"/>
    <w:rsid w:val="000B57BA"/>
    <w:rsid w:val="000F3E27"/>
    <w:rsid w:val="00102890"/>
    <w:rsid w:val="00103444"/>
    <w:rsid w:val="00111A7D"/>
    <w:rsid w:val="0011775B"/>
    <w:rsid w:val="0013797F"/>
    <w:rsid w:val="00146F8F"/>
    <w:rsid w:val="00162108"/>
    <w:rsid w:val="00173A13"/>
    <w:rsid w:val="00176B5D"/>
    <w:rsid w:val="00177D2D"/>
    <w:rsid w:val="001871B2"/>
    <w:rsid w:val="0019253D"/>
    <w:rsid w:val="00194EE7"/>
    <w:rsid w:val="001B2F68"/>
    <w:rsid w:val="001B46D4"/>
    <w:rsid w:val="001C0A3B"/>
    <w:rsid w:val="001D14EF"/>
    <w:rsid w:val="001E0921"/>
    <w:rsid w:val="001E09C8"/>
    <w:rsid w:val="001E2520"/>
    <w:rsid w:val="001E4F95"/>
    <w:rsid w:val="001E686E"/>
    <w:rsid w:val="001F3930"/>
    <w:rsid w:val="002002F0"/>
    <w:rsid w:val="0021186E"/>
    <w:rsid w:val="00215382"/>
    <w:rsid w:val="00225172"/>
    <w:rsid w:val="00227EE8"/>
    <w:rsid w:val="0023452B"/>
    <w:rsid w:val="002401E8"/>
    <w:rsid w:val="00240960"/>
    <w:rsid w:val="0024234A"/>
    <w:rsid w:val="0026021E"/>
    <w:rsid w:val="0026172F"/>
    <w:rsid w:val="002641F5"/>
    <w:rsid w:val="00266EEB"/>
    <w:rsid w:val="002726A3"/>
    <w:rsid w:val="002732AA"/>
    <w:rsid w:val="00273EF1"/>
    <w:rsid w:val="002935BE"/>
    <w:rsid w:val="002A1036"/>
    <w:rsid w:val="002A18A4"/>
    <w:rsid w:val="002A2B20"/>
    <w:rsid w:val="002A3764"/>
    <w:rsid w:val="002A5626"/>
    <w:rsid w:val="002A5FB1"/>
    <w:rsid w:val="002A61FF"/>
    <w:rsid w:val="002A73A5"/>
    <w:rsid w:val="002B43F1"/>
    <w:rsid w:val="002B7062"/>
    <w:rsid w:val="002C22A3"/>
    <w:rsid w:val="002D4D27"/>
    <w:rsid w:val="002D6251"/>
    <w:rsid w:val="002E0EF7"/>
    <w:rsid w:val="002E344F"/>
    <w:rsid w:val="002F07BC"/>
    <w:rsid w:val="002F7CB0"/>
    <w:rsid w:val="00300E09"/>
    <w:rsid w:val="0030240C"/>
    <w:rsid w:val="003073D3"/>
    <w:rsid w:val="0030774F"/>
    <w:rsid w:val="003127FB"/>
    <w:rsid w:val="00316376"/>
    <w:rsid w:val="00331D8C"/>
    <w:rsid w:val="0033388C"/>
    <w:rsid w:val="003344E3"/>
    <w:rsid w:val="00335CBC"/>
    <w:rsid w:val="00340908"/>
    <w:rsid w:val="00344245"/>
    <w:rsid w:val="003452AC"/>
    <w:rsid w:val="00345B55"/>
    <w:rsid w:val="003467AE"/>
    <w:rsid w:val="003504CB"/>
    <w:rsid w:val="003551E2"/>
    <w:rsid w:val="00356E30"/>
    <w:rsid w:val="0035785B"/>
    <w:rsid w:val="00357C22"/>
    <w:rsid w:val="00364003"/>
    <w:rsid w:val="00364590"/>
    <w:rsid w:val="00365F2B"/>
    <w:rsid w:val="00381AE8"/>
    <w:rsid w:val="00382D66"/>
    <w:rsid w:val="0038757D"/>
    <w:rsid w:val="003A0ECE"/>
    <w:rsid w:val="003B5885"/>
    <w:rsid w:val="003B6B48"/>
    <w:rsid w:val="003B6F35"/>
    <w:rsid w:val="003C0430"/>
    <w:rsid w:val="003C107F"/>
    <w:rsid w:val="003D63FD"/>
    <w:rsid w:val="003D782C"/>
    <w:rsid w:val="003F5996"/>
    <w:rsid w:val="00402D9D"/>
    <w:rsid w:val="00410F15"/>
    <w:rsid w:val="004170C1"/>
    <w:rsid w:val="00430FA1"/>
    <w:rsid w:val="00431FB9"/>
    <w:rsid w:val="00436661"/>
    <w:rsid w:val="004516A1"/>
    <w:rsid w:val="00470107"/>
    <w:rsid w:val="00477D3F"/>
    <w:rsid w:val="00491AD7"/>
    <w:rsid w:val="0049396A"/>
    <w:rsid w:val="004A7576"/>
    <w:rsid w:val="004C1993"/>
    <w:rsid w:val="004C519D"/>
    <w:rsid w:val="004D1D70"/>
    <w:rsid w:val="004E5DD5"/>
    <w:rsid w:val="0050379B"/>
    <w:rsid w:val="00532D2F"/>
    <w:rsid w:val="005525F7"/>
    <w:rsid w:val="005623AF"/>
    <w:rsid w:val="00566CB9"/>
    <w:rsid w:val="005755DF"/>
    <w:rsid w:val="00581E38"/>
    <w:rsid w:val="00582590"/>
    <w:rsid w:val="00584333"/>
    <w:rsid w:val="00585B08"/>
    <w:rsid w:val="0059529B"/>
    <w:rsid w:val="005A217D"/>
    <w:rsid w:val="005A710F"/>
    <w:rsid w:val="005B1449"/>
    <w:rsid w:val="005B1C18"/>
    <w:rsid w:val="005C1966"/>
    <w:rsid w:val="005C24D9"/>
    <w:rsid w:val="005C3D4A"/>
    <w:rsid w:val="005C4230"/>
    <w:rsid w:val="005D1655"/>
    <w:rsid w:val="005E3618"/>
    <w:rsid w:val="005F4B87"/>
    <w:rsid w:val="00605B27"/>
    <w:rsid w:val="006135BE"/>
    <w:rsid w:val="00615EB0"/>
    <w:rsid w:val="00625192"/>
    <w:rsid w:val="0062642C"/>
    <w:rsid w:val="00627953"/>
    <w:rsid w:val="0063780B"/>
    <w:rsid w:val="00641E1F"/>
    <w:rsid w:val="00642088"/>
    <w:rsid w:val="00643BDB"/>
    <w:rsid w:val="0064619A"/>
    <w:rsid w:val="006466E4"/>
    <w:rsid w:val="00653C57"/>
    <w:rsid w:val="00657B6F"/>
    <w:rsid w:val="0066463C"/>
    <w:rsid w:val="006736DE"/>
    <w:rsid w:val="00675C5F"/>
    <w:rsid w:val="00675C6D"/>
    <w:rsid w:val="006A27A9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27AD"/>
    <w:rsid w:val="007341D1"/>
    <w:rsid w:val="00734B0C"/>
    <w:rsid w:val="00754EAC"/>
    <w:rsid w:val="00754F94"/>
    <w:rsid w:val="00755DE3"/>
    <w:rsid w:val="00757CE6"/>
    <w:rsid w:val="00765D62"/>
    <w:rsid w:val="00765ED3"/>
    <w:rsid w:val="0077377F"/>
    <w:rsid w:val="007816BC"/>
    <w:rsid w:val="00782839"/>
    <w:rsid w:val="0078515B"/>
    <w:rsid w:val="007870BE"/>
    <w:rsid w:val="00793457"/>
    <w:rsid w:val="0079645A"/>
    <w:rsid w:val="007B26A1"/>
    <w:rsid w:val="007C6F7A"/>
    <w:rsid w:val="007E7FBC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630EF"/>
    <w:rsid w:val="008753E8"/>
    <w:rsid w:val="008759E3"/>
    <w:rsid w:val="00886F46"/>
    <w:rsid w:val="00896545"/>
    <w:rsid w:val="00896568"/>
    <w:rsid w:val="008A6F55"/>
    <w:rsid w:val="008B0AB4"/>
    <w:rsid w:val="008C4DA3"/>
    <w:rsid w:val="008C5B01"/>
    <w:rsid w:val="008D2D2A"/>
    <w:rsid w:val="008D3667"/>
    <w:rsid w:val="008D74B5"/>
    <w:rsid w:val="008F2A05"/>
    <w:rsid w:val="008F47F1"/>
    <w:rsid w:val="0091258F"/>
    <w:rsid w:val="00912BDF"/>
    <w:rsid w:val="00924ED0"/>
    <w:rsid w:val="009303BE"/>
    <w:rsid w:val="00930BE5"/>
    <w:rsid w:val="00933269"/>
    <w:rsid w:val="009408B3"/>
    <w:rsid w:val="0094347A"/>
    <w:rsid w:val="00950164"/>
    <w:rsid w:val="00953D1F"/>
    <w:rsid w:val="00962A66"/>
    <w:rsid w:val="00963440"/>
    <w:rsid w:val="00963490"/>
    <w:rsid w:val="00964593"/>
    <w:rsid w:val="00992B14"/>
    <w:rsid w:val="009A0457"/>
    <w:rsid w:val="009A13C1"/>
    <w:rsid w:val="009A6455"/>
    <w:rsid w:val="009B2A88"/>
    <w:rsid w:val="009C3F02"/>
    <w:rsid w:val="009D38F3"/>
    <w:rsid w:val="009D6ED0"/>
    <w:rsid w:val="009E181A"/>
    <w:rsid w:val="00A07ACE"/>
    <w:rsid w:val="00A1248E"/>
    <w:rsid w:val="00A17E2A"/>
    <w:rsid w:val="00A2046F"/>
    <w:rsid w:val="00A27416"/>
    <w:rsid w:val="00A33A60"/>
    <w:rsid w:val="00A43A3D"/>
    <w:rsid w:val="00A565AC"/>
    <w:rsid w:val="00A574DF"/>
    <w:rsid w:val="00A649D1"/>
    <w:rsid w:val="00A65739"/>
    <w:rsid w:val="00A67711"/>
    <w:rsid w:val="00A8345B"/>
    <w:rsid w:val="00A837AB"/>
    <w:rsid w:val="00A8673B"/>
    <w:rsid w:val="00AB1DEF"/>
    <w:rsid w:val="00AB1E1D"/>
    <w:rsid w:val="00AE1639"/>
    <w:rsid w:val="00AE6B50"/>
    <w:rsid w:val="00AF07A8"/>
    <w:rsid w:val="00AF0CF6"/>
    <w:rsid w:val="00AF6389"/>
    <w:rsid w:val="00B0111F"/>
    <w:rsid w:val="00B05AE2"/>
    <w:rsid w:val="00B33B98"/>
    <w:rsid w:val="00B4021D"/>
    <w:rsid w:val="00B46B8F"/>
    <w:rsid w:val="00B61872"/>
    <w:rsid w:val="00B709C2"/>
    <w:rsid w:val="00B72E9F"/>
    <w:rsid w:val="00B845CE"/>
    <w:rsid w:val="00B872F4"/>
    <w:rsid w:val="00B91B48"/>
    <w:rsid w:val="00BA3B23"/>
    <w:rsid w:val="00BA66A4"/>
    <w:rsid w:val="00BA75D5"/>
    <w:rsid w:val="00BB7AD2"/>
    <w:rsid w:val="00BC0F91"/>
    <w:rsid w:val="00BD14A4"/>
    <w:rsid w:val="00BF0E4C"/>
    <w:rsid w:val="00BF4038"/>
    <w:rsid w:val="00C0020C"/>
    <w:rsid w:val="00C12E95"/>
    <w:rsid w:val="00C14ACD"/>
    <w:rsid w:val="00C22BBE"/>
    <w:rsid w:val="00C26BE7"/>
    <w:rsid w:val="00C34030"/>
    <w:rsid w:val="00C36E8C"/>
    <w:rsid w:val="00C473E5"/>
    <w:rsid w:val="00C526F5"/>
    <w:rsid w:val="00C53640"/>
    <w:rsid w:val="00C712AC"/>
    <w:rsid w:val="00C712E9"/>
    <w:rsid w:val="00C775C8"/>
    <w:rsid w:val="00C86912"/>
    <w:rsid w:val="00C86C12"/>
    <w:rsid w:val="00C86E8D"/>
    <w:rsid w:val="00C91854"/>
    <w:rsid w:val="00C94341"/>
    <w:rsid w:val="00C95ABD"/>
    <w:rsid w:val="00C966E8"/>
    <w:rsid w:val="00CA4C43"/>
    <w:rsid w:val="00CB0FEA"/>
    <w:rsid w:val="00CB11F6"/>
    <w:rsid w:val="00CB31D7"/>
    <w:rsid w:val="00CC5435"/>
    <w:rsid w:val="00CD032B"/>
    <w:rsid w:val="00CD0C92"/>
    <w:rsid w:val="00CD2494"/>
    <w:rsid w:val="00CE4916"/>
    <w:rsid w:val="00CE5616"/>
    <w:rsid w:val="00CE6E1D"/>
    <w:rsid w:val="00CF5F86"/>
    <w:rsid w:val="00D00B63"/>
    <w:rsid w:val="00D0223D"/>
    <w:rsid w:val="00D100C4"/>
    <w:rsid w:val="00D14728"/>
    <w:rsid w:val="00D25D80"/>
    <w:rsid w:val="00D30B1A"/>
    <w:rsid w:val="00D343E0"/>
    <w:rsid w:val="00D350E3"/>
    <w:rsid w:val="00D4181C"/>
    <w:rsid w:val="00D4327F"/>
    <w:rsid w:val="00D43382"/>
    <w:rsid w:val="00D4458D"/>
    <w:rsid w:val="00D56E9B"/>
    <w:rsid w:val="00D72CD7"/>
    <w:rsid w:val="00D76435"/>
    <w:rsid w:val="00D7775D"/>
    <w:rsid w:val="00D77FE1"/>
    <w:rsid w:val="00D8006E"/>
    <w:rsid w:val="00D879EE"/>
    <w:rsid w:val="00D902BD"/>
    <w:rsid w:val="00DA4FD5"/>
    <w:rsid w:val="00DA7CDA"/>
    <w:rsid w:val="00DB14F4"/>
    <w:rsid w:val="00DB17D9"/>
    <w:rsid w:val="00DB5A51"/>
    <w:rsid w:val="00DB742D"/>
    <w:rsid w:val="00DC25F8"/>
    <w:rsid w:val="00DC4966"/>
    <w:rsid w:val="00DD1708"/>
    <w:rsid w:val="00DF0058"/>
    <w:rsid w:val="00DF283A"/>
    <w:rsid w:val="00DF2D6D"/>
    <w:rsid w:val="00DF3E13"/>
    <w:rsid w:val="00E012B8"/>
    <w:rsid w:val="00E0231B"/>
    <w:rsid w:val="00E04B78"/>
    <w:rsid w:val="00E2366F"/>
    <w:rsid w:val="00E23C4F"/>
    <w:rsid w:val="00E27A09"/>
    <w:rsid w:val="00E366A1"/>
    <w:rsid w:val="00E3783E"/>
    <w:rsid w:val="00E42373"/>
    <w:rsid w:val="00E43B45"/>
    <w:rsid w:val="00E47970"/>
    <w:rsid w:val="00E5525E"/>
    <w:rsid w:val="00E6200E"/>
    <w:rsid w:val="00E9115C"/>
    <w:rsid w:val="00E95ED1"/>
    <w:rsid w:val="00EB2D3D"/>
    <w:rsid w:val="00EB5167"/>
    <w:rsid w:val="00EB79F8"/>
    <w:rsid w:val="00EB7E1A"/>
    <w:rsid w:val="00EC15EB"/>
    <w:rsid w:val="00EC1795"/>
    <w:rsid w:val="00EC6F44"/>
    <w:rsid w:val="00ED26F8"/>
    <w:rsid w:val="00ED393F"/>
    <w:rsid w:val="00EF0689"/>
    <w:rsid w:val="00EF56E3"/>
    <w:rsid w:val="00F05A6A"/>
    <w:rsid w:val="00F23CB1"/>
    <w:rsid w:val="00F30F4E"/>
    <w:rsid w:val="00F36C54"/>
    <w:rsid w:val="00F400F4"/>
    <w:rsid w:val="00F440BD"/>
    <w:rsid w:val="00F50474"/>
    <w:rsid w:val="00F55A60"/>
    <w:rsid w:val="00F629CC"/>
    <w:rsid w:val="00F6678C"/>
    <w:rsid w:val="00F67A7C"/>
    <w:rsid w:val="00F75059"/>
    <w:rsid w:val="00F84A7C"/>
    <w:rsid w:val="00F8649D"/>
    <w:rsid w:val="00F87519"/>
    <w:rsid w:val="00F94E63"/>
    <w:rsid w:val="00F9746F"/>
    <w:rsid w:val="00FA13F3"/>
    <w:rsid w:val="00FA395B"/>
    <w:rsid w:val="00FC0064"/>
    <w:rsid w:val="00FD1C24"/>
    <w:rsid w:val="00FD2413"/>
    <w:rsid w:val="00FD6116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058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59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28d7343a-fe07-468e-8eb5-ab113c58312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b2f6ecae-279a-4417-9d1b-8f2c028fc8db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2</Pages>
  <Words>205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2</cp:revision>
  <cp:lastPrinted>2025-04-15T10:05:00Z</cp:lastPrinted>
  <dcterms:created xsi:type="dcterms:W3CDTF">2025-08-27T14:00:00Z</dcterms:created>
  <dcterms:modified xsi:type="dcterms:W3CDTF">2025-08-27T14:00:00Z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